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E0000C8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C034D1">
        <w:rPr>
          <w:rStyle w:val="Strong"/>
          <w:rFonts w:asciiTheme="minorHAnsi" w:hAnsiTheme="minorHAnsi" w:cstheme="minorHAnsi"/>
          <w:lang w:val="en-GB"/>
        </w:rPr>
        <w:t>22-SS005-24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0F25FC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2C412918" w:rsidR="00B0293A" w:rsidRPr="00532E97" w:rsidRDefault="00C034D1" w:rsidP="001840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F47F53">
              <w:rPr>
                <w:rFonts w:ascii="Calibri" w:hAnsi="Calibri"/>
                <w:szCs w:val="20"/>
              </w:rPr>
              <w:t>/01</w:t>
            </w:r>
            <w:r w:rsidR="00C23911">
              <w:rPr>
                <w:rFonts w:ascii="Calibri" w:hAnsi="Calibri"/>
                <w:szCs w:val="20"/>
              </w:rPr>
              <w:t>/2</w:t>
            </w:r>
            <w:r w:rsidR="00F47F53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5D66646" w:rsidR="00B0293A" w:rsidRPr="00B0293A" w:rsidRDefault="00C034D1" w:rsidP="00F53930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09/02</w:t>
            </w:r>
            <w:r w:rsidR="00F47F53">
              <w:rPr>
                <w:rFonts w:ascii="Calibri" w:hAnsi="Calibri"/>
                <w:szCs w:val="20"/>
                <w:highlight w:val="yellow"/>
              </w:rPr>
              <w:t>/2024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 xml:space="preserve"> (1</w:t>
            </w:r>
            <w:r w:rsidR="00690137">
              <w:rPr>
                <w:rFonts w:ascii="Calibri" w:hAnsi="Calibri"/>
                <w:szCs w:val="20"/>
                <w:highlight w:val="yellow"/>
              </w:rPr>
              <w:t>6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AFBD9F2" w:rsidR="00B0293A" w:rsidRPr="00532E97" w:rsidRDefault="00C034D1" w:rsidP="00202C1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16/02/2024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08419CA" w:rsidR="00B0293A" w:rsidRPr="00B0293A" w:rsidRDefault="00C034D1" w:rsidP="001840D9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21</w:t>
            </w:r>
            <w:r w:rsidR="00F47F53">
              <w:rPr>
                <w:rFonts w:ascii="Calibri" w:hAnsi="Calibri"/>
                <w:szCs w:val="20"/>
                <w:highlight w:val="yellow"/>
              </w:rPr>
              <w:t>/02/2024</w:t>
            </w:r>
            <w:r w:rsidR="00882FCB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(1</w:t>
            </w:r>
            <w:r w:rsidR="00690137">
              <w:rPr>
                <w:rFonts w:ascii="Calibri" w:hAnsi="Calibri"/>
                <w:szCs w:val="20"/>
                <w:highlight w:val="yellow"/>
              </w:rPr>
              <w:t>6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644AF1E" w:rsidR="00B0293A" w:rsidRPr="00532E97" w:rsidRDefault="00C034D1" w:rsidP="0074174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F53930">
              <w:rPr>
                <w:rFonts w:ascii="Calibri" w:hAnsi="Calibri"/>
                <w:szCs w:val="20"/>
              </w:rPr>
              <w:t>/</w:t>
            </w:r>
            <w:r w:rsidR="00F47F53">
              <w:rPr>
                <w:rFonts w:ascii="Calibri" w:hAnsi="Calibri"/>
                <w:szCs w:val="20"/>
              </w:rPr>
              <w:t>02</w:t>
            </w:r>
            <w:r w:rsidR="00882FCB">
              <w:rPr>
                <w:rFonts w:ascii="Calibri" w:hAnsi="Calibri"/>
                <w:szCs w:val="20"/>
              </w:rPr>
              <w:t>/202</w:t>
            </w:r>
            <w:r w:rsidR="00F47F53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15E884E5" w:rsidR="00B0293A" w:rsidRPr="00532E97" w:rsidRDefault="00C034D1" w:rsidP="0069436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F47F53">
              <w:rPr>
                <w:rFonts w:ascii="Calibri" w:hAnsi="Calibri"/>
                <w:szCs w:val="20"/>
              </w:rPr>
              <w:t>/02</w:t>
            </w:r>
            <w:r w:rsidR="00882FCB">
              <w:rPr>
                <w:rFonts w:ascii="Calibri" w:hAnsi="Calibri"/>
                <w:szCs w:val="20"/>
              </w:rPr>
              <w:t>/202</w:t>
            </w:r>
            <w:r w:rsidR="00F47F53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296CD52" w:rsidR="00B0293A" w:rsidRPr="00532E97" w:rsidRDefault="00C034D1" w:rsidP="008F3C8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F47F53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F53930">
              <w:rPr>
                <w:rFonts w:ascii="Calibri" w:hAnsi="Calibri"/>
                <w:szCs w:val="20"/>
              </w:rPr>
              <w:t>/</w:t>
            </w:r>
            <w:r w:rsidR="00882FCB">
              <w:rPr>
                <w:rFonts w:ascii="Calibri" w:hAnsi="Calibri"/>
                <w:szCs w:val="20"/>
              </w:rPr>
              <w:t>202</w:t>
            </w:r>
            <w:r w:rsidR="00F47F53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6170078" w:rsidR="00B0293A" w:rsidRPr="00532E97" w:rsidRDefault="00C034D1" w:rsidP="00202C1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F47F53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F47F53">
              <w:rPr>
                <w:rFonts w:ascii="Calibri" w:hAnsi="Calibri"/>
                <w:szCs w:val="20"/>
              </w:rPr>
              <w:t>/</w:t>
            </w:r>
            <w:r w:rsidR="00882FCB">
              <w:rPr>
                <w:rFonts w:ascii="Calibri" w:hAnsi="Calibri"/>
                <w:szCs w:val="20"/>
              </w:rPr>
              <w:t>202</w:t>
            </w:r>
            <w:r w:rsidR="00F47F53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9637597" w:rsidR="00B0293A" w:rsidRPr="00532E97" w:rsidRDefault="00C034D1" w:rsidP="0074174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bookmarkStart w:id="0" w:name="_GoBack"/>
            <w:bookmarkEnd w:id="0"/>
            <w:r w:rsidR="00F47F53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741748">
              <w:rPr>
                <w:rFonts w:ascii="Calibri" w:hAnsi="Calibri"/>
                <w:szCs w:val="20"/>
              </w:rPr>
              <w:t>/202</w:t>
            </w:r>
            <w:r w:rsidR="00F47F53">
              <w:rPr>
                <w:rFonts w:ascii="Calibri" w:hAnsi="Calibri"/>
                <w:szCs w:val="20"/>
              </w:rPr>
              <w:t>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31E1A" w14:textId="77777777" w:rsidR="00B93750" w:rsidRDefault="00B93750">
      <w:r>
        <w:separator/>
      </w:r>
    </w:p>
  </w:endnote>
  <w:endnote w:type="continuationSeparator" w:id="0">
    <w:p w14:paraId="3CC13F09" w14:textId="77777777" w:rsidR="00B93750" w:rsidRDefault="00B93750">
      <w:r>
        <w:continuationSeparator/>
      </w:r>
    </w:p>
  </w:endnote>
  <w:endnote w:type="continuationNotice" w:id="1">
    <w:p w14:paraId="679C4949" w14:textId="77777777" w:rsidR="00B93750" w:rsidRDefault="00B937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47F53" w:rsidRPr="00F47F5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47F53" w:rsidRPr="00F47F5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AEF07C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034D1">
      <w:rPr>
        <w:noProof/>
      </w:rPr>
      <w:t>2024-01-26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4A2B6" w14:textId="77777777" w:rsidR="00B93750" w:rsidRDefault="00B93750">
      <w:r>
        <w:separator/>
      </w:r>
    </w:p>
  </w:footnote>
  <w:footnote w:type="continuationSeparator" w:id="0">
    <w:p w14:paraId="73EC4A4A" w14:textId="77777777" w:rsidR="00B93750" w:rsidRDefault="00B93750">
      <w:r>
        <w:continuationSeparator/>
      </w:r>
    </w:p>
  </w:footnote>
  <w:footnote w:type="continuationNotice" w:id="1">
    <w:p w14:paraId="33AA6F6F" w14:textId="77777777" w:rsidR="00B93750" w:rsidRDefault="00B937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058554D9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90137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2974AF">
      <w:rPr>
        <w:rStyle w:val="Strong"/>
        <w:rFonts w:asciiTheme="minorHAnsi" w:hAnsiTheme="minorHAnsi" w:cstheme="minorHAnsi"/>
        <w:lang w:val="en-GB"/>
      </w:rPr>
      <w:t>RFQ-</w:t>
    </w:r>
    <w:r w:rsidR="00C034D1">
      <w:rPr>
        <w:rStyle w:val="Strong"/>
        <w:rFonts w:asciiTheme="minorHAnsi" w:hAnsiTheme="minorHAnsi" w:cstheme="minorHAnsi"/>
        <w:lang w:val="en-GB"/>
      </w:rPr>
      <w:t>22-SS005-24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0413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0D9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0B7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2C1E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11C4"/>
    <w:rsid w:val="006228AB"/>
    <w:rsid w:val="00622C52"/>
    <w:rsid w:val="0062326C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4BE"/>
    <w:rsid w:val="006818CD"/>
    <w:rsid w:val="0068345D"/>
    <w:rsid w:val="00684329"/>
    <w:rsid w:val="00684D91"/>
    <w:rsid w:val="00685F0D"/>
    <w:rsid w:val="006862F5"/>
    <w:rsid w:val="00686952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436A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17EA4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1748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816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FCB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4DA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8D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5C22"/>
    <w:rsid w:val="00940440"/>
    <w:rsid w:val="00941428"/>
    <w:rsid w:val="0094214B"/>
    <w:rsid w:val="00945767"/>
    <w:rsid w:val="00946A63"/>
    <w:rsid w:val="00947D23"/>
    <w:rsid w:val="00951796"/>
    <w:rsid w:val="00951ADF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750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2E62"/>
    <w:rsid w:val="00C030D2"/>
    <w:rsid w:val="00C034D1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11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4FC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45F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68B5"/>
    <w:rsid w:val="00CD71B4"/>
    <w:rsid w:val="00CD7D8A"/>
    <w:rsid w:val="00CD7EB8"/>
    <w:rsid w:val="00CE01B7"/>
    <w:rsid w:val="00CE0385"/>
    <w:rsid w:val="00CE03AF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16140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5F87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07C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4962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47F53"/>
    <w:rsid w:val="00F507F6"/>
    <w:rsid w:val="00F52A5D"/>
    <w:rsid w:val="00F52BA2"/>
    <w:rsid w:val="00F53930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0AB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7DBDF4-EF3E-4F73-8607-FF84B4B9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17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5</cp:revision>
  <cp:lastPrinted>2013-10-18T08:32:00Z</cp:lastPrinted>
  <dcterms:created xsi:type="dcterms:W3CDTF">2022-11-20T02:35:00Z</dcterms:created>
  <dcterms:modified xsi:type="dcterms:W3CDTF">2024-01-26T00:21:00Z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